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717" w:rsidRPr="00547ECB" w:rsidRDefault="00891717" w:rsidP="00777E21">
      <w:pPr>
        <w:ind w:left="5412" w:firstLine="708"/>
        <w:rPr>
          <w:sz w:val="24"/>
          <w:szCs w:val="24"/>
        </w:rPr>
      </w:pPr>
      <w:r w:rsidRPr="00547ECB">
        <w:rPr>
          <w:sz w:val="24"/>
          <w:szCs w:val="24"/>
        </w:rPr>
        <w:t>Приложение 1</w:t>
      </w:r>
    </w:p>
    <w:p w:rsidR="00891717" w:rsidRPr="00547ECB" w:rsidRDefault="00891717" w:rsidP="00786A1E">
      <w:pPr>
        <w:ind w:left="6120"/>
        <w:rPr>
          <w:sz w:val="24"/>
          <w:szCs w:val="24"/>
        </w:rPr>
      </w:pPr>
      <w:r w:rsidRPr="00547ECB">
        <w:rPr>
          <w:sz w:val="24"/>
          <w:szCs w:val="24"/>
        </w:rPr>
        <w:t xml:space="preserve">к Постановлению </w:t>
      </w:r>
    </w:p>
    <w:p w:rsidR="00891717" w:rsidRPr="00547ECB" w:rsidRDefault="00891717" w:rsidP="00786A1E">
      <w:pPr>
        <w:ind w:left="6120"/>
        <w:rPr>
          <w:sz w:val="24"/>
          <w:szCs w:val="24"/>
        </w:rPr>
      </w:pPr>
      <w:r>
        <w:rPr>
          <w:sz w:val="24"/>
          <w:szCs w:val="24"/>
        </w:rPr>
        <w:t>Администрации</w:t>
      </w:r>
      <w:r w:rsidRPr="00547ECB">
        <w:rPr>
          <w:sz w:val="24"/>
          <w:szCs w:val="24"/>
        </w:rPr>
        <w:t xml:space="preserve"> города Шарыпово</w:t>
      </w:r>
    </w:p>
    <w:p w:rsidR="00891717" w:rsidRPr="00547ECB" w:rsidRDefault="00891717" w:rsidP="00786A1E">
      <w:pPr>
        <w:ind w:left="6120"/>
        <w:rPr>
          <w:sz w:val="24"/>
          <w:szCs w:val="24"/>
        </w:rPr>
      </w:pPr>
      <w:r w:rsidRPr="00547ECB">
        <w:rPr>
          <w:sz w:val="24"/>
          <w:szCs w:val="24"/>
        </w:rPr>
        <w:t>от «</w:t>
      </w:r>
      <w:r>
        <w:rPr>
          <w:sz w:val="24"/>
          <w:szCs w:val="24"/>
        </w:rPr>
        <w:t>11</w:t>
      </w:r>
      <w:r w:rsidRPr="00547ECB">
        <w:rPr>
          <w:sz w:val="24"/>
          <w:szCs w:val="24"/>
        </w:rPr>
        <w:t xml:space="preserve">» </w:t>
      </w:r>
      <w:r>
        <w:rPr>
          <w:sz w:val="24"/>
          <w:szCs w:val="24"/>
        </w:rPr>
        <w:t>11</w:t>
      </w:r>
      <w:r w:rsidRPr="00547ECB">
        <w:rPr>
          <w:sz w:val="24"/>
          <w:szCs w:val="24"/>
        </w:rPr>
        <w:t xml:space="preserve"> 2013 г. № </w:t>
      </w:r>
      <w:r>
        <w:rPr>
          <w:sz w:val="24"/>
          <w:szCs w:val="24"/>
        </w:rPr>
        <w:t>278</w:t>
      </w:r>
      <w:r w:rsidRPr="00547ECB">
        <w:rPr>
          <w:sz w:val="24"/>
          <w:szCs w:val="24"/>
        </w:rPr>
        <w:t xml:space="preserve"> </w:t>
      </w:r>
    </w:p>
    <w:p w:rsidR="00891717" w:rsidRPr="00547ECB" w:rsidRDefault="00891717" w:rsidP="00786A1E">
      <w:pPr>
        <w:jc w:val="center"/>
        <w:rPr>
          <w:sz w:val="24"/>
          <w:szCs w:val="24"/>
        </w:rPr>
      </w:pPr>
    </w:p>
    <w:p w:rsidR="00891717" w:rsidRPr="00547ECB" w:rsidRDefault="00891717" w:rsidP="00091CEC">
      <w:pPr>
        <w:rPr>
          <w:sz w:val="24"/>
          <w:szCs w:val="24"/>
        </w:rPr>
      </w:pPr>
    </w:p>
    <w:p w:rsidR="00891717" w:rsidRPr="00547ECB" w:rsidRDefault="00891717" w:rsidP="00091CEC">
      <w:pPr>
        <w:rPr>
          <w:sz w:val="24"/>
          <w:szCs w:val="24"/>
        </w:rPr>
      </w:pPr>
      <w:r w:rsidRPr="00547ECB">
        <w:rPr>
          <w:sz w:val="24"/>
          <w:szCs w:val="24"/>
        </w:rPr>
        <w:t xml:space="preserve">                   </w:t>
      </w:r>
    </w:p>
    <w:p w:rsidR="00891717" w:rsidRPr="00547ECB" w:rsidRDefault="00891717" w:rsidP="008C3E9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Pr="00547ECB">
        <w:rPr>
          <w:b/>
          <w:bCs/>
          <w:sz w:val="24"/>
          <w:szCs w:val="24"/>
        </w:rPr>
        <w:t xml:space="preserve">рограмма </w:t>
      </w:r>
    </w:p>
    <w:p w:rsidR="00891717" w:rsidRPr="00547ECB" w:rsidRDefault="00891717" w:rsidP="008C3E9E">
      <w:pPr>
        <w:jc w:val="center"/>
        <w:rPr>
          <w:b/>
          <w:bCs/>
          <w:sz w:val="24"/>
          <w:szCs w:val="24"/>
        </w:rPr>
      </w:pPr>
      <w:r w:rsidRPr="00547ECB">
        <w:rPr>
          <w:b/>
          <w:bCs/>
          <w:sz w:val="24"/>
          <w:szCs w:val="24"/>
        </w:rPr>
        <w:t xml:space="preserve">«Развитие образования» муниципального образования «город Шарыпово» Красноярского края  в 2014-2016гг. </w:t>
      </w:r>
    </w:p>
    <w:p w:rsidR="00891717" w:rsidRPr="00547ECB" w:rsidRDefault="00891717" w:rsidP="008C3E9E">
      <w:pPr>
        <w:rPr>
          <w:b/>
          <w:bCs/>
          <w:sz w:val="24"/>
          <w:szCs w:val="24"/>
        </w:rPr>
      </w:pPr>
    </w:p>
    <w:p w:rsidR="00891717" w:rsidRDefault="00891717" w:rsidP="00CF1A40">
      <w:pPr>
        <w:numPr>
          <w:ilvl w:val="0"/>
          <w:numId w:val="17"/>
        </w:numPr>
        <w:jc w:val="center"/>
        <w:rPr>
          <w:b/>
          <w:bCs/>
          <w:sz w:val="24"/>
          <w:szCs w:val="24"/>
        </w:rPr>
      </w:pPr>
      <w:r w:rsidRPr="00547ECB">
        <w:rPr>
          <w:b/>
          <w:bCs/>
          <w:sz w:val="24"/>
          <w:szCs w:val="24"/>
        </w:rPr>
        <w:t xml:space="preserve">Паспорт </w:t>
      </w:r>
    </w:p>
    <w:p w:rsidR="00891717" w:rsidRPr="00547ECB" w:rsidRDefault="00891717" w:rsidP="007314B6">
      <w:pPr>
        <w:ind w:left="360"/>
        <w:rPr>
          <w:sz w:val="24"/>
          <w:szCs w:val="24"/>
        </w:rPr>
      </w:pPr>
      <w:r w:rsidRPr="007314B6">
        <w:rPr>
          <w:sz w:val="24"/>
          <w:szCs w:val="24"/>
        </w:rPr>
        <w:t>муниципальной программы</w:t>
      </w:r>
      <w:r>
        <w:rPr>
          <w:sz w:val="24"/>
          <w:szCs w:val="24"/>
        </w:rPr>
        <w:t xml:space="preserve"> </w:t>
      </w:r>
      <w:r w:rsidRPr="00547ECB">
        <w:rPr>
          <w:sz w:val="24"/>
          <w:szCs w:val="24"/>
        </w:rPr>
        <w:t xml:space="preserve">«Развитие образования» муниципального образования город Шарыпово Красноярского края  в 2014-2016 гг. </w:t>
      </w:r>
    </w:p>
    <w:p w:rsidR="00891717" w:rsidRPr="00547ECB" w:rsidRDefault="00891717" w:rsidP="008C3E9E">
      <w:pPr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9"/>
        <w:gridCol w:w="6873"/>
      </w:tblGrid>
      <w:tr w:rsidR="00891717" w:rsidRPr="00547ECB">
        <w:tc>
          <w:tcPr>
            <w:tcW w:w="2419" w:type="dxa"/>
          </w:tcPr>
          <w:p w:rsidR="00891717" w:rsidRPr="00547ECB" w:rsidRDefault="00891717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Наименование</w:t>
            </w:r>
          </w:p>
          <w:p w:rsidR="00891717" w:rsidRPr="00547ECB" w:rsidRDefault="00891717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873" w:type="dxa"/>
          </w:tcPr>
          <w:p w:rsidR="00891717" w:rsidRPr="00547ECB" w:rsidRDefault="00891717" w:rsidP="0018713C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«Развитие образования»  в 2014-2016гг. </w:t>
            </w:r>
          </w:p>
          <w:p w:rsidR="00891717" w:rsidRPr="00547ECB" w:rsidRDefault="00891717" w:rsidP="0002718B">
            <w:pPr>
              <w:rPr>
                <w:sz w:val="24"/>
                <w:szCs w:val="24"/>
              </w:rPr>
            </w:pPr>
          </w:p>
        </w:tc>
      </w:tr>
      <w:tr w:rsidR="00891717" w:rsidRPr="00547ECB">
        <w:tc>
          <w:tcPr>
            <w:tcW w:w="2419" w:type="dxa"/>
          </w:tcPr>
          <w:p w:rsidR="00891717" w:rsidRPr="00547ECB" w:rsidRDefault="00891717" w:rsidP="007314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Основание для разработки </w:t>
            </w:r>
            <w:r w:rsidRPr="00547ECB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73" w:type="dxa"/>
          </w:tcPr>
          <w:p w:rsidR="00891717" w:rsidRDefault="00891717" w:rsidP="001871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города Шарыпово от 30.07.2013 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</w:t>
            </w:r>
          </w:p>
          <w:p w:rsidR="00891717" w:rsidRPr="00547ECB" w:rsidRDefault="00891717" w:rsidP="00D135DC">
            <w:pPr>
              <w:jc w:val="both"/>
              <w:outlineLvl w:val="0"/>
              <w:rPr>
                <w:sz w:val="24"/>
                <w:szCs w:val="24"/>
              </w:rPr>
            </w:pPr>
            <w:r w:rsidRPr="0069319A">
              <w:rPr>
                <w:sz w:val="24"/>
                <w:szCs w:val="24"/>
              </w:rPr>
              <w:t xml:space="preserve">Распоряжение </w:t>
            </w:r>
            <w:r>
              <w:rPr>
                <w:sz w:val="24"/>
                <w:szCs w:val="24"/>
              </w:rPr>
              <w:t xml:space="preserve">Администрации города Шарыпово </w:t>
            </w:r>
            <w:r w:rsidRPr="0069319A">
              <w:rPr>
                <w:sz w:val="24"/>
                <w:szCs w:val="24"/>
              </w:rPr>
              <w:t xml:space="preserve">от </w:t>
            </w:r>
            <w:r w:rsidRPr="00D135DC">
              <w:rPr>
                <w:sz w:val="24"/>
                <w:szCs w:val="24"/>
              </w:rPr>
              <w:t xml:space="preserve">30.07.2013 № 1664 </w:t>
            </w:r>
            <w:r>
              <w:rPr>
                <w:sz w:val="24"/>
                <w:szCs w:val="24"/>
              </w:rPr>
              <w:t xml:space="preserve"> </w:t>
            </w:r>
            <w:r w:rsidRPr="00D135DC">
              <w:rPr>
                <w:sz w:val="24"/>
                <w:szCs w:val="24"/>
              </w:rPr>
              <w:t>«Об утверждении перечня муниципальных программ»</w:t>
            </w:r>
          </w:p>
        </w:tc>
      </w:tr>
      <w:tr w:rsidR="00891717" w:rsidRPr="00547ECB">
        <w:tc>
          <w:tcPr>
            <w:tcW w:w="2419" w:type="dxa"/>
          </w:tcPr>
          <w:p w:rsidR="00891717" w:rsidRPr="00547ECB" w:rsidRDefault="00891717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</w:t>
            </w:r>
            <w:r w:rsidRPr="00547ECB">
              <w:rPr>
                <w:sz w:val="24"/>
                <w:szCs w:val="24"/>
              </w:rPr>
              <w:t xml:space="preserve">сполнитель </w:t>
            </w:r>
            <w:r>
              <w:rPr>
                <w:sz w:val="24"/>
                <w:szCs w:val="24"/>
              </w:rPr>
              <w:t xml:space="preserve"> муниципальной </w:t>
            </w:r>
            <w:r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891717" w:rsidRPr="00547ECB" w:rsidRDefault="00891717" w:rsidP="0018713C">
            <w:pPr>
              <w:jc w:val="both"/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>Управлен</w:t>
            </w:r>
            <w:r>
              <w:rPr>
                <w:sz w:val="24"/>
                <w:szCs w:val="24"/>
              </w:rPr>
              <w:t>ие образованием Администрации города</w:t>
            </w:r>
            <w:r w:rsidRPr="00547ECB">
              <w:rPr>
                <w:sz w:val="24"/>
                <w:szCs w:val="24"/>
              </w:rPr>
              <w:t xml:space="preserve"> Шарыпово</w:t>
            </w:r>
          </w:p>
        </w:tc>
      </w:tr>
      <w:tr w:rsidR="00891717" w:rsidRPr="00547ECB">
        <w:tc>
          <w:tcPr>
            <w:tcW w:w="2419" w:type="dxa"/>
          </w:tcPr>
          <w:p w:rsidR="00891717" w:rsidRDefault="00891717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73" w:type="dxa"/>
          </w:tcPr>
          <w:p w:rsidR="00891717" w:rsidRDefault="00891717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города Шарыпово.</w:t>
            </w:r>
          </w:p>
          <w:p w:rsidR="00891717" w:rsidRDefault="00891717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спорта, туризма и молодежной политики Администрации города Шарыпово.</w:t>
            </w:r>
          </w:p>
          <w:p w:rsidR="00891717" w:rsidRDefault="00891717" w:rsidP="00313ECE">
            <w:pPr>
              <w:numPr>
                <w:ilvl w:val="0"/>
                <w:numId w:val="2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социальной защиты населения Администрации города Шарыпово</w:t>
            </w:r>
          </w:p>
          <w:p w:rsidR="00891717" w:rsidRPr="00547ECB" w:rsidRDefault="00891717" w:rsidP="0018713C">
            <w:pPr>
              <w:jc w:val="both"/>
              <w:rPr>
                <w:sz w:val="24"/>
                <w:szCs w:val="24"/>
              </w:rPr>
            </w:pPr>
          </w:p>
        </w:tc>
      </w:tr>
      <w:tr w:rsidR="00891717" w:rsidRPr="00547ECB">
        <w:tc>
          <w:tcPr>
            <w:tcW w:w="2419" w:type="dxa"/>
          </w:tcPr>
          <w:p w:rsidR="00891717" w:rsidRDefault="00891717" w:rsidP="00313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873" w:type="dxa"/>
          </w:tcPr>
          <w:p w:rsidR="00891717" w:rsidRDefault="00891717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 «Развитие дошкольного, общего и дополнительного образования»;</w:t>
            </w:r>
          </w:p>
          <w:p w:rsidR="00891717" w:rsidRDefault="00891717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 «Выявление и сопровождение одаренных детей»;</w:t>
            </w:r>
          </w:p>
          <w:p w:rsidR="00891717" w:rsidRDefault="00891717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3 «Развитие в городе Шарыпово системы отдыха, оздоровления и занятости детей»;</w:t>
            </w:r>
          </w:p>
          <w:p w:rsidR="00891717" w:rsidRDefault="00891717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4 «Поддержка детей-сирот, расширение практики применения семейных форм воспитания»;</w:t>
            </w:r>
          </w:p>
          <w:p w:rsidR="00891717" w:rsidRDefault="00891717" w:rsidP="00313EC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5 «Обеспечение реализации муниципальной программы и прочие мероприятия в области образования»</w:t>
            </w:r>
          </w:p>
        </w:tc>
      </w:tr>
      <w:tr w:rsidR="00891717" w:rsidRPr="00547ECB">
        <w:trPr>
          <w:trHeight w:val="1185"/>
        </w:trPr>
        <w:tc>
          <w:tcPr>
            <w:tcW w:w="2419" w:type="dxa"/>
            <w:vMerge w:val="restart"/>
          </w:tcPr>
          <w:p w:rsidR="00891717" w:rsidRPr="00547ECB" w:rsidRDefault="00891717" w:rsidP="0002718B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Цель 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547ECB">
              <w:rPr>
                <w:sz w:val="24"/>
                <w:szCs w:val="24"/>
              </w:rPr>
              <w:t>программы</w:t>
            </w:r>
          </w:p>
          <w:p w:rsidR="00891717" w:rsidRPr="00547ECB" w:rsidRDefault="00891717" w:rsidP="0002718B">
            <w:pPr>
              <w:rPr>
                <w:sz w:val="24"/>
                <w:szCs w:val="24"/>
              </w:rPr>
            </w:pPr>
          </w:p>
          <w:p w:rsidR="00891717" w:rsidRPr="00547ECB" w:rsidRDefault="00891717" w:rsidP="0002718B">
            <w:pPr>
              <w:rPr>
                <w:sz w:val="24"/>
                <w:szCs w:val="24"/>
              </w:rPr>
            </w:pPr>
          </w:p>
          <w:p w:rsidR="00891717" w:rsidRPr="00547ECB" w:rsidRDefault="00891717" w:rsidP="0002718B">
            <w:pPr>
              <w:rPr>
                <w:sz w:val="24"/>
                <w:szCs w:val="24"/>
              </w:rPr>
            </w:pPr>
          </w:p>
          <w:p w:rsidR="00891717" w:rsidRPr="00547ECB" w:rsidRDefault="00891717" w:rsidP="005F65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муниципальной программы</w:t>
            </w:r>
          </w:p>
          <w:p w:rsidR="00891717" w:rsidRPr="00547ECB" w:rsidRDefault="00891717" w:rsidP="0002718B">
            <w:pPr>
              <w:rPr>
                <w:sz w:val="24"/>
                <w:szCs w:val="24"/>
              </w:rPr>
            </w:pPr>
          </w:p>
          <w:p w:rsidR="00891717" w:rsidRPr="00547ECB" w:rsidRDefault="00891717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891717" w:rsidRPr="00313ECE" w:rsidRDefault="00891717" w:rsidP="0069319A">
            <w:pPr>
              <w:pStyle w:val="Bodytext1"/>
              <w:shd w:val="clear" w:color="auto" w:fill="auto"/>
              <w:spacing w:before="0" w:after="244" w:line="240" w:lineRule="auto"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высокого качества образования, соответствующего потребностям граждан и перспективным задачам экономического развития города Шарыпово, создание безопасных и комфортных условий в образовательных учреждениях, государственная поддержка детей-сирот, детей, оставшихся без попечения родителей, отдых и оздоровление детей в летний период</w:t>
            </w:r>
          </w:p>
        </w:tc>
      </w:tr>
      <w:tr w:rsidR="00891717" w:rsidRPr="00547ECB">
        <w:trPr>
          <w:trHeight w:val="1575"/>
        </w:trPr>
        <w:tc>
          <w:tcPr>
            <w:tcW w:w="2419" w:type="dxa"/>
            <w:vMerge/>
          </w:tcPr>
          <w:p w:rsidR="00891717" w:rsidRPr="00547ECB" w:rsidRDefault="00891717" w:rsidP="0002718B">
            <w:pPr>
              <w:rPr>
                <w:sz w:val="24"/>
                <w:szCs w:val="24"/>
              </w:rPr>
            </w:pPr>
          </w:p>
        </w:tc>
        <w:tc>
          <w:tcPr>
            <w:tcW w:w="6873" w:type="dxa"/>
          </w:tcPr>
          <w:p w:rsidR="00891717" w:rsidRPr="00547ECB" w:rsidRDefault="00891717" w:rsidP="001871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в летний период</w:t>
            </w:r>
            <w:r w:rsidRPr="00547ECB">
              <w:rPr>
                <w:sz w:val="24"/>
                <w:szCs w:val="24"/>
              </w:rPr>
              <w:t xml:space="preserve">; </w:t>
            </w:r>
          </w:p>
          <w:p w:rsidR="00891717" w:rsidRPr="00547ECB" w:rsidRDefault="00891717" w:rsidP="004900D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547ECB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Создание безопасных и комфортных условий для организации образовательного процесса в образовательных учреждениях,</w:t>
            </w:r>
            <w:r w:rsidRPr="00547ECB">
              <w:rPr>
                <w:color w:val="000000"/>
                <w:sz w:val="24"/>
                <w:szCs w:val="24"/>
              </w:rPr>
              <w:t xml:space="preserve"> соответств</w:t>
            </w:r>
            <w:r>
              <w:rPr>
                <w:color w:val="000000"/>
                <w:sz w:val="24"/>
                <w:szCs w:val="24"/>
              </w:rPr>
              <w:t>ующих</w:t>
            </w:r>
            <w:r w:rsidRPr="00547EC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требованиям</w:t>
            </w:r>
            <w:r w:rsidRPr="00547ECB">
              <w:rPr>
                <w:color w:val="000000"/>
                <w:sz w:val="24"/>
                <w:szCs w:val="24"/>
              </w:rPr>
              <w:t xml:space="preserve"> санитарных норм и правил</w:t>
            </w:r>
            <w:r>
              <w:rPr>
                <w:color w:val="000000"/>
                <w:sz w:val="24"/>
                <w:szCs w:val="24"/>
              </w:rPr>
              <w:t>, пожарной безопасности</w:t>
            </w:r>
            <w:r w:rsidRPr="00547ECB">
              <w:rPr>
                <w:color w:val="000000"/>
                <w:sz w:val="24"/>
                <w:szCs w:val="24"/>
              </w:rPr>
              <w:t>;</w:t>
            </w:r>
          </w:p>
          <w:p w:rsidR="00891717" w:rsidRDefault="00891717" w:rsidP="004900D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547ECB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 xml:space="preserve">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числа;</w:t>
            </w:r>
          </w:p>
          <w:p w:rsidR="00891717" w:rsidRPr="00547739" w:rsidRDefault="00891717" w:rsidP="005F65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47739">
              <w:rPr>
                <w:sz w:val="24"/>
                <w:szCs w:val="24"/>
              </w:rPr>
              <w:t>.</w:t>
            </w:r>
            <w:r w:rsidRPr="002A226E"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Создание условий для эффективного управления отраслью.</w:t>
            </w:r>
          </w:p>
        </w:tc>
      </w:tr>
      <w:tr w:rsidR="00891717" w:rsidRPr="00547ECB">
        <w:tc>
          <w:tcPr>
            <w:tcW w:w="2419" w:type="dxa"/>
          </w:tcPr>
          <w:p w:rsidR="00891717" w:rsidRPr="00547ECB" w:rsidRDefault="00891717" w:rsidP="0002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</w:t>
            </w:r>
            <w:r w:rsidRPr="00547ECB">
              <w:rPr>
                <w:sz w:val="24"/>
                <w:szCs w:val="24"/>
              </w:rPr>
              <w:t>роки реализации</w:t>
            </w:r>
            <w:r>
              <w:rPr>
                <w:sz w:val="24"/>
                <w:szCs w:val="24"/>
              </w:rPr>
              <w:t xml:space="preserve"> муниципальной </w:t>
            </w:r>
            <w:r w:rsidRPr="00547ECB">
              <w:rPr>
                <w:sz w:val="24"/>
                <w:szCs w:val="24"/>
              </w:rPr>
              <w:t>программы</w:t>
            </w:r>
          </w:p>
        </w:tc>
        <w:tc>
          <w:tcPr>
            <w:tcW w:w="6873" w:type="dxa"/>
          </w:tcPr>
          <w:p w:rsidR="00891717" w:rsidRPr="00547ECB" w:rsidRDefault="00891717" w:rsidP="005F6518">
            <w:pPr>
              <w:rPr>
                <w:sz w:val="24"/>
                <w:szCs w:val="24"/>
              </w:rPr>
            </w:pPr>
            <w:r w:rsidRPr="00547ECB">
              <w:rPr>
                <w:sz w:val="24"/>
                <w:szCs w:val="24"/>
              </w:rPr>
              <w:t xml:space="preserve">2014 – 2016 </w:t>
            </w:r>
            <w:r>
              <w:rPr>
                <w:sz w:val="24"/>
                <w:szCs w:val="24"/>
              </w:rPr>
              <w:t>годы</w:t>
            </w:r>
          </w:p>
        </w:tc>
      </w:tr>
      <w:tr w:rsidR="00891717" w:rsidRPr="00547ECB">
        <w:tc>
          <w:tcPr>
            <w:tcW w:w="9292" w:type="dxa"/>
            <w:gridSpan w:val="2"/>
          </w:tcPr>
          <w:p w:rsidR="00891717" w:rsidRPr="00547ECB" w:rsidRDefault="00891717" w:rsidP="005F6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целевых показателей и показателей результативности представлен в приложениях №№1, 2 к паспорту муниципальной программы</w:t>
            </w:r>
          </w:p>
        </w:tc>
      </w:tr>
      <w:tr w:rsidR="00891717" w:rsidRPr="00547ECB">
        <w:trPr>
          <w:trHeight w:val="1138"/>
        </w:trPr>
        <w:tc>
          <w:tcPr>
            <w:tcW w:w="2419" w:type="dxa"/>
          </w:tcPr>
          <w:p w:rsidR="00891717" w:rsidRPr="00547ECB" w:rsidRDefault="00891717" w:rsidP="000271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Ресурсное обеспечение  муниципальной программы</w:t>
            </w:r>
          </w:p>
        </w:tc>
        <w:tc>
          <w:tcPr>
            <w:tcW w:w="6873" w:type="dxa"/>
          </w:tcPr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программы составит 1572850,59  тыс. рублей, в том числе: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годам реализации: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год – 514365,29 тыс. рублей;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 – 529242,65  тыс. рублей;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529242,65   тыс. рублей.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них: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средств федерального бюджета – 3254,40 тыс. рублей: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2014 году – 1219,70 тыс. рублей;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2015 году – 1003,50 тыс. рублей;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2016 году – 1031,20 тыс. рублей.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средств краевого бюджета – 987201,20 тыс. рублей, в том числе: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2014 году – 322290,70 тыс. рублей;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2015 году – 332469,00  тыс. рублей;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2016 году – 332441,30 тыс. рублей.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средств городского бюджета – 499983,20 тыс. рублей, в том числе: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2014 году – 164114,40 тыс. рублей;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2015 году – 167934,40 тыс. рублей;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2016 году – 167934,40 тыс. рублей.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внебюджетных источников – 82411,99 тыс. рублей, в том числе: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2014 году – 26740,49 тыс. рублей;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2015 году – 27835,75 тыс. рублей;</w:t>
            </w:r>
          </w:p>
          <w:p w:rsidR="00891717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2016 году – 27835,75 тыс. рублей.</w:t>
            </w:r>
          </w:p>
          <w:p w:rsidR="00891717" w:rsidRPr="00547ECB" w:rsidRDefault="00891717" w:rsidP="00F82E3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891717" w:rsidRPr="00547ECB">
        <w:trPr>
          <w:trHeight w:val="726"/>
        </w:trPr>
        <w:tc>
          <w:tcPr>
            <w:tcW w:w="9292" w:type="dxa"/>
            <w:gridSpan w:val="2"/>
          </w:tcPr>
          <w:p w:rsidR="00891717" w:rsidRPr="00547ECB" w:rsidRDefault="00891717" w:rsidP="001878BB">
            <w:pPr>
              <w:jc w:val="both"/>
              <w:rPr>
                <w:sz w:val="24"/>
                <w:szCs w:val="24"/>
              </w:rPr>
            </w:pPr>
          </w:p>
        </w:tc>
      </w:tr>
    </w:tbl>
    <w:p w:rsidR="00891717" w:rsidRDefault="00891717" w:rsidP="0069319A">
      <w:pPr>
        <w:spacing w:line="276" w:lineRule="auto"/>
        <w:rPr>
          <w:sz w:val="28"/>
          <w:szCs w:val="28"/>
        </w:rPr>
      </w:pPr>
    </w:p>
    <w:sectPr w:rsidR="00891717" w:rsidSect="0022737F">
      <w:pgSz w:w="11906" w:h="16838"/>
      <w:pgMar w:top="1134" w:right="850" w:bottom="719" w:left="19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717" w:rsidRDefault="00891717">
      <w:r>
        <w:separator/>
      </w:r>
    </w:p>
  </w:endnote>
  <w:endnote w:type="continuationSeparator" w:id="1">
    <w:p w:rsidR="00891717" w:rsidRDefault="008917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717" w:rsidRDefault="00891717">
      <w:r>
        <w:separator/>
      </w:r>
    </w:p>
  </w:footnote>
  <w:footnote w:type="continuationSeparator" w:id="1">
    <w:p w:rsidR="00891717" w:rsidRDefault="008917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08C0C2"/>
    <w:lvl w:ilvl="0">
      <w:numFmt w:val="bullet"/>
      <w:lvlText w:val="*"/>
      <w:lvlJc w:val="left"/>
    </w:lvl>
  </w:abstractNum>
  <w:abstractNum w:abstractNumId="1">
    <w:nsid w:val="0D547B53"/>
    <w:multiLevelType w:val="hybridMultilevel"/>
    <w:tmpl w:val="DB76B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A154B33"/>
    <w:multiLevelType w:val="hybridMultilevel"/>
    <w:tmpl w:val="AD54F54A"/>
    <w:lvl w:ilvl="0" w:tplc="0AA4B50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1E82290E"/>
    <w:multiLevelType w:val="hybridMultilevel"/>
    <w:tmpl w:val="8878E7DC"/>
    <w:lvl w:ilvl="0" w:tplc="458C8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6661C7"/>
    <w:multiLevelType w:val="hybridMultilevel"/>
    <w:tmpl w:val="BB4CF28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29176F"/>
    <w:multiLevelType w:val="hybridMultilevel"/>
    <w:tmpl w:val="3AC62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E00908"/>
    <w:multiLevelType w:val="singleLevel"/>
    <w:tmpl w:val="2ECE05E4"/>
    <w:lvl w:ilvl="0">
      <w:start w:val="3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7">
    <w:nsid w:val="33673F1F"/>
    <w:multiLevelType w:val="hybridMultilevel"/>
    <w:tmpl w:val="5F7EC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C147EE2"/>
    <w:multiLevelType w:val="hybridMultilevel"/>
    <w:tmpl w:val="3C701344"/>
    <w:lvl w:ilvl="0" w:tplc="7B7A93F2">
      <w:start w:val="1"/>
      <w:numFmt w:val="decimal"/>
      <w:lvlText w:val="%1."/>
      <w:lvlJc w:val="left"/>
      <w:pPr>
        <w:ind w:left="54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0C6369F"/>
    <w:multiLevelType w:val="multilevel"/>
    <w:tmpl w:val="89143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8"/>
        <w:szCs w:val="28"/>
      </w:rPr>
    </w:lvl>
  </w:abstractNum>
  <w:abstractNum w:abstractNumId="10">
    <w:nsid w:val="434E53B4"/>
    <w:multiLevelType w:val="hybridMultilevel"/>
    <w:tmpl w:val="D54A07FE"/>
    <w:lvl w:ilvl="0" w:tplc="7840A470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3B066B0"/>
    <w:multiLevelType w:val="hybridMultilevel"/>
    <w:tmpl w:val="BBFADCF0"/>
    <w:lvl w:ilvl="0" w:tplc="B01A7B6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2">
    <w:nsid w:val="45866942"/>
    <w:multiLevelType w:val="hybridMultilevel"/>
    <w:tmpl w:val="948C54F4"/>
    <w:lvl w:ilvl="0" w:tplc="3D901F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D120FE"/>
    <w:multiLevelType w:val="hybridMultilevel"/>
    <w:tmpl w:val="E8440B48"/>
    <w:lvl w:ilvl="0" w:tplc="4342BC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DD2C41A">
      <w:numFmt w:val="none"/>
      <w:lvlText w:val=""/>
      <w:lvlJc w:val="left"/>
      <w:pPr>
        <w:tabs>
          <w:tab w:val="num" w:pos="360"/>
        </w:tabs>
      </w:pPr>
    </w:lvl>
    <w:lvl w:ilvl="2" w:tplc="D5664DC2">
      <w:numFmt w:val="none"/>
      <w:lvlText w:val=""/>
      <w:lvlJc w:val="left"/>
      <w:pPr>
        <w:tabs>
          <w:tab w:val="num" w:pos="360"/>
        </w:tabs>
      </w:pPr>
    </w:lvl>
    <w:lvl w:ilvl="3" w:tplc="9B4C20D0">
      <w:numFmt w:val="none"/>
      <w:lvlText w:val=""/>
      <w:lvlJc w:val="left"/>
      <w:pPr>
        <w:tabs>
          <w:tab w:val="num" w:pos="360"/>
        </w:tabs>
      </w:pPr>
    </w:lvl>
    <w:lvl w:ilvl="4" w:tplc="166C9514">
      <w:numFmt w:val="none"/>
      <w:lvlText w:val=""/>
      <w:lvlJc w:val="left"/>
      <w:pPr>
        <w:tabs>
          <w:tab w:val="num" w:pos="360"/>
        </w:tabs>
      </w:pPr>
    </w:lvl>
    <w:lvl w:ilvl="5" w:tplc="CB4CB466">
      <w:numFmt w:val="none"/>
      <w:lvlText w:val=""/>
      <w:lvlJc w:val="left"/>
      <w:pPr>
        <w:tabs>
          <w:tab w:val="num" w:pos="360"/>
        </w:tabs>
      </w:pPr>
    </w:lvl>
    <w:lvl w:ilvl="6" w:tplc="491040B4">
      <w:numFmt w:val="none"/>
      <w:lvlText w:val=""/>
      <w:lvlJc w:val="left"/>
      <w:pPr>
        <w:tabs>
          <w:tab w:val="num" w:pos="360"/>
        </w:tabs>
      </w:pPr>
    </w:lvl>
    <w:lvl w:ilvl="7" w:tplc="96FCB30E">
      <w:numFmt w:val="none"/>
      <w:lvlText w:val=""/>
      <w:lvlJc w:val="left"/>
      <w:pPr>
        <w:tabs>
          <w:tab w:val="num" w:pos="360"/>
        </w:tabs>
      </w:pPr>
    </w:lvl>
    <w:lvl w:ilvl="8" w:tplc="D278D99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AAF5E99"/>
    <w:multiLevelType w:val="hybridMultilevel"/>
    <w:tmpl w:val="6D7224A8"/>
    <w:lvl w:ilvl="0" w:tplc="33E43A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AB0C1B"/>
    <w:multiLevelType w:val="hybridMultilevel"/>
    <w:tmpl w:val="ECBA4D60"/>
    <w:lvl w:ilvl="0" w:tplc="103AE236">
      <w:start w:val="2016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12D7D42"/>
    <w:multiLevelType w:val="hybridMultilevel"/>
    <w:tmpl w:val="C1EAB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57BCC"/>
    <w:multiLevelType w:val="hybridMultilevel"/>
    <w:tmpl w:val="5178E766"/>
    <w:lvl w:ilvl="0" w:tplc="49F6BB0C">
      <w:start w:val="2010"/>
      <w:numFmt w:val="decimal"/>
      <w:lvlText w:val="%1."/>
      <w:lvlJc w:val="left"/>
      <w:pPr>
        <w:ind w:left="5501" w:hanging="360"/>
      </w:pPr>
      <w:rPr>
        <w:rFonts w:hint="default"/>
        <w:b w:val="0"/>
        <w:bCs w:val="0"/>
        <w:color w:val="000000"/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6221" w:hanging="360"/>
      </w:pPr>
    </w:lvl>
    <w:lvl w:ilvl="2" w:tplc="0419001B">
      <w:start w:val="1"/>
      <w:numFmt w:val="lowerRoman"/>
      <w:lvlText w:val="%3."/>
      <w:lvlJc w:val="right"/>
      <w:pPr>
        <w:ind w:left="6941" w:hanging="180"/>
      </w:pPr>
    </w:lvl>
    <w:lvl w:ilvl="3" w:tplc="0419000F">
      <w:start w:val="1"/>
      <w:numFmt w:val="decimal"/>
      <w:lvlText w:val="%4."/>
      <w:lvlJc w:val="left"/>
      <w:pPr>
        <w:ind w:left="7661" w:hanging="360"/>
      </w:pPr>
    </w:lvl>
    <w:lvl w:ilvl="4" w:tplc="04190019">
      <w:start w:val="1"/>
      <w:numFmt w:val="lowerLetter"/>
      <w:lvlText w:val="%5."/>
      <w:lvlJc w:val="left"/>
      <w:pPr>
        <w:ind w:left="8381" w:hanging="360"/>
      </w:pPr>
    </w:lvl>
    <w:lvl w:ilvl="5" w:tplc="0419001B">
      <w:start w:val="1"/>
      <w:numFmt w:val="lowerRoman"/>
      <w:lvlText w:val="%6."/>
      <w:lvlJc w:val="right"/>
      <w:pPr>
        <w:ind w:left="9101" w:hanging="180"/>
      </w:pPr>
    </w:lvl>
    <w:lvl w:ilvl="6" w:tplc="0419000F">
      <w:start w:val="1"/>
      <w:numFmt w:val="decimal"/>
      <w:lvlText w:val="%7."/>
      <w:lvlJc w:val="left"/>
      <w:pPr>
        <w:ind w:left="9821" w:hanging="360"/>
      </w:pPr>
    </w:lvl>
    <w:lvl w:ilvl="7" w:tplc="04190019">
      <w:start w:val="1"/>
      <w:numFmt w:val="lowerLetter"/>
      <w:lvlText w:val="%8."/>
      <w:lvlJc w:val="left"/>
      <w:pPr>
        <w:ind w:left="10541" w:hanging="360"/>
      </w:pPr>
    </w:lvl>
    <w:lvl w:ilvl="8" w:tplc="0419001B">
      <w:start w:val="1"/>
      <w:numFmt w:val="lowerRoman"/>
      <w:lvlText w:val="%9."/>
      <w:lvlJc w:val="right"/>
      <w:pPr>
        <w:ind w:left="11261" w:hanging="180"/>
      </w:pPr>
    </w:lvl>
  </w:abstractNum>
  <w:abstractNum w:abstractNumId="18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2A490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15D014F"/>
    <w:multiLevelType w:val="hybridMultilevel"/>
    <w:tmpl w:val="E4345FBE"/>
    <w:lvl w:ilvl="0" w:tplc="1AD84D68">
      <w:start w:val="3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1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B2043C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2F7DEC"/>
    <w:multiLevelType w:val="hybridMultilevel"/>
    <w:tmpl w:val="AE9E822A"/>
    <w:lvl w:ilvl="0" w:tplc="CA68926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4">
    <w:nsid w:val="771C520B"/>
    <w:multiLevelType w:val="hybridMultilevel"/>
    <w:tmpl w:val="11927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CE5919"/>
    <w:multiLevelType w:val="hybridMultilevel"/>
    <w:tmpl w:val="E0246A70"/>
    <w:lvl w:ilvl="0" w:tplc="4094F39A">
      <w:start w:val="3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  <w:b/>
        <w:bCs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3975"/>
        </w:tabs>
        <w:ind w:left="39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95"/>
        </w:tabs>
        <w:ind w:left="46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5415"/>
        </w:tabs>
        <w:ind w:left="54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135"/>
        </w:tabs>
        <w:ind w:left="61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855"/>
        </w:tabs>
        <w:ind w:left="68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7575"/>
        </w:tabs>
        <w:ind w:left="75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295"/>
        </w:tabs>
        <w:ind w:left="82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015"/>
        </w:tabs>
        <w:ind w:left="9015" w:hanging="180"/>
      </w:pPr>
    </w:lvl>
  </w:abstractNum>
  <w:num w:numId="1">
    <w:abstractNumId w:val="23"/>
  </w:num>
  <w:num w:numId="2">
    <w:abstractNumId w:val="4"/>
  </w:num>
  <w:num w:numId="3">
    <w:abstractNumId w:val="5"/>
  </w:num>
  <w:num w:numId="4">
    <w:abstractNumId w:val="20"/>
  </w:num>
  <w:num w:numId="5">
    <w:abstractNumId w:val="10"/>
  </w:num>
  <w:num w:numId="6">
    <w:abstractNumId w:val="6"/>
  </w:num>
  <w:num w:numId="7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7"/>
  </w:num>
  <w:num w:numId="12">
    <w:abstractNumId w:val="8"/>
  </w:num>
  <w:num w:numId="13">
    <w:abstractNumId w:val="25"/>
  </w:num>
  <w:num w:numId="14">
    <w:abstractNumId w:val="7"/>
  </w:num>
  <w:num w:numId="15">
    <w:abstractNumId w:val="1"/>
  </w:num>
  <w:num w:numId="16">
    <w:abstractNumId w:val="13"/>
  </w:num>
  <w:num w:numId="17">
    <w:abstractNumId w:val="9"/>
  </w:num>
  <w:num w:numId="18">
    <w:abstractNumId w:val="22"/>
  </w:num>
  <w:num w:numId="19">
    <w:abstractNumId w:val="19"/>
  </w:num>
  <w:num w:numId="20">
    <w:abstractNumId w:val="24"/>
  </w:num>
  <w:num w:numId="21">
    <w:abstractNumId w:val="12"/>
  </w:num>
  <w:num w:numId="22">
    <w:abstractNumId w:val="15"/>
  </w:num>
  <w:num w:numId="23">
    <w:abstractNumId w:val="16"/>
  </w:num>
  <w:num w:numId="24">
    <w:abstractNumId w:val="14"/>
  </w:num>
  <w:num w:numId="25">
    <w:abstractNumId w:val="18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CEC"/>
    <w:rsid w:val="0001196A"/>
    <w:rsid w:val="00013E83"/>
    <w:rsid w:val="00013F46"/>
    <w:rsid w:val="000175A0"/>
    <w:rsid w:val="0002065C"/>
    <w:rsid w:val="00025980"/>
    <w:rsid w:val="0002718B"/>
    <w:rsid w:val="0003041A"/>
    <w:rsid w:val="00031602"/>
    <w:rsid w:val="000360ED"/>
    <w:rsid w:val="00043B86"/>
    <w:rsid w:val="00047D68"/>
    <w:rsid w:val="0006220D"/>
    <w:rsid w:val="00063B2F"/>
    <w:rsid w:val="000900B1"/>
    <w:rsid w:val="00091CEC"/>
    <w:rsid w:val="0009636A"/>
    <w:rsid w:val="000A20ED"/>
    <w:rsid w:val="000A4ED1"/>
    <w:rsid w:val="000A667E"/>
    <w:rsid w:val="000B0A01"/>
    <w:rsid w:val="000B2972"/>
    <w:rsid w:val="000C588D"/>
    <w:rsid w:val="000D071C"/>
    <w:rsid w:val="000E04F3"/>
    <w:rsid w:val="000F0BF3"/>
    <w:rsid w:val="000F1807"/>
    <w:rsid w:val="000F4C62"/>
    <w:rsid w:val="0010102F"/>
    <w:rsid w:val="00103702"/>
    <w:rsid w:val="001044BD"/>
    <w:rsid w:val="00111B9B"/>
    <w:rsid w:val="00117615"/>
    <w:rsid w:val="00131343"/>
    <w:rsid w:val="00135CE8"/>
    <w:rsid w:val="00136BCC"/>
    <w:rsid w:val="00147BA8"/>
    <w:rsid w:val="00161E89"/>
    <w:rsid w:val="0018203D"/>
    <w:rsid w:val="001851AD"/>
    <w:rsid w:val="0018713C"/>
    <w:rsid w:val="001878BB"/>
    <w:rsid w:val="001A04C9"/>
    <w:rsid w:val="001B58FE"/>
    <w:rsid w:val="001C4948"/>
    <w:rsid w:val="001D0CCD"/>
    <w:rsid w:val="001D4142"/>
    <w:rsid w:val="001D4907"/>
    <w:rsid w:val="001E2B68"/>
    <w:rsid w:val="001E69E3"/>
    <w:rsid w:val="002027E1"/>
    <w:rsid w:val="00207380"/>
    <w:rsid w:val="00210830"/>
    <w:rsid w:val="00212C08"/>
    <w:rsid w:val="0021715E"/>
    <w:rsid w:val="0022737F"/>
    <w:rsid w:val="00251290"/>
    <w:rsid w:val="002512B0"/>
    <w:rsid w:val="002526BF"/>
    <w:rsid w:val="00257F80"/>
    <w:rsid w:val="00260141"/>
    <w:rsid w:val="00264351"/>
    <w:rsid w:val="00274375"/>
    <w:rsid w:val="00282C95"/>
    <w:rsid w:val="002876D0"/>
    <w:rsid w:val="00287AD7"/>
    <w:rsid w:val="002A226E"/>
    <w:rsid w:val="002B3C65"/>
    <w:rsid w:val="002C28B6"/>
    <w:rsid w:val="002C67B8"/>
    <w:rsid w:val="002C6DA4"/>
    <w:rsid w:val="002D7DCB"/>
    <w:rsid w:val="002E0592"/>
    <w:rsid w:val="002E600A"/>
    <w:rsid w:val="002F1F7D"/>
    <w:rsid w:val="00305D59"/>
    <w:rsid w:val="003064F8"/>
    <w:rsid w:val="0031104D"/>
    <w:rsid w:val="00313774"/>
    <w:rsid w:val="00313ECE"/>
    <w:rsid w:val="00334111"/>
    <w:rsid w:val="00344953"/>
    <w:rsid w:val="003477A9"/>
    <w:rsid w:val="0035677C"/>
    <w:rsid w:val="00370CF2"/>
    <w:rsid w:val="00373290"/>
    <w:rsid w:val="003774BA"/>
    <w:rsid w:val="00390785"/>
    <w:rsid w:val="00390FCB"/>
    <w:rsid w:val="003A0D16"/>
    <w:rsid w:val="003A1597"/>
    <w:rsid w:val="003A5C18"/>
    <w:rsid w:val="003C66B1"/>
    <w:rsid w:val="003D5FE5"/>
    <w:rsid w:val="003F77C1"/>
    <w:rsid w:val="00407621"/>
    <w:rsid w:val="00410B0A"/>
    <w:rsid w:val="004253B2"/>
    <w:rsid w:val="00426170"/>
    <w:rsid w:val="0042705A"/>
    <w:rsid w:val="004346BA"/>
    <w:rsid w:val="00435ABE"/>
    <w:rsid w:val="00435C4F"/>
    <w:rsid w:val="00435F5F"/>
    <w:rsid w:val="0044622E"/>
    <w:rsid w:val="004479D5"/>
    <w:rsid w:val="00456190"/>
    <w:rsid w:val="00457F9F"/>
    <w:rsid w:val="00463699"/>
    <w:rsid w:val="0047059C"/>
    <w:rsid w:val="0047598B"/>
    <w:rsid w:val="004840A6"/>
    <w:rsid w:val="00486E6F"/>
    <w:rsid w:val="0049009B"/>
    <w:rsid w:val="004900D8"/>
    <w:rsid w:val="004A22CA"/>
    <w:rsid w:val="004D3D4C"/>
    <w:rsid w:val="004E0B9D"/>
    <w:rsid w:val="004E5337"/>
    <w:rsid w:val="0051470F"/>
    <w:rsid w:val="00516D63"/>
    <w:rsid w:val="005177AD"/>
    <w:rsid w:val="00520138"/>
    <w:rsid w:val="00532938"/>
    <w:rsid w:val="005419C7"/>
    <w:rsid w:val="0054343B"/>
    <w:rsid w:val="00547739"/>
    <w:rsid w:val="00547ECB"/>
    <w:rsid w:val="005568D4"/>
    <w:rsid w:val="00556909"/>
    <w:rsid w:val="00557ED8"/>
    <w:rsid w:val="00571156"/>
    <w:rsid w:val="00574D7B"/>
    <w:rsid w:val="00576E48"/>
    <w:rsid w:val="00593536"/>
    <w:rsid w:val="005B2F88"/>
    <w:rsid w:val="005C2D76"/>
    <w:rsid w:val="005E5D84"/>
    <w:rsid w:val="005F6518"/>
    <w:rsid w:val="005F74F2"/>
    <w:rsid w:val="006029F8"/>
    <w:rsid w:val="0061443A"/>
    <w:rsid w:val="00622347"/>
    <w:rsid w:val="00622A11"/>
    <w:rsid w:val="00626F21"/>
    <w:rsid w:val="00630F8B"/>
    <w:rsid w:val="00641E21"/>
    <w:rsid w:val="00642AD1"/>
    <w:rsid w:val="006545B6"/>
    <w:rsid w:val="00662591"/>
    <w:rsid w:val="006754CE"/>
    <w:rsid w:val="006812F5"/>
    <w:rsid w:val="00685FD1"/>
    <w:rsid w:val="00687766"/>
    <w:rsid w:val="00687C4D"/>
    <w:rsid w:val="0069319A"/>
    <w:rsid w:val="006A6B62"/>
    <w:rsid w:val="006B0A19"/>
    <w:rsid w:val="006C1C7E"/>
    <w:rsid w:val="006D0C5E"/>
    <w:rsid w:val="006D23AF"/>
    <w:rsid w:val="006D4FC8"/>
    <w:rsid w:val="006E19B2"/>
    <w:rsid w:val="006E665C"/>
    <w:rsid w:val="006F5E00"/>
    <w:rsid w:val="007314B6"/>
    <w:rsid w:val="00731566"/>
    <w:rsid w:val="0073692F"/>
    <w:rsid w:val="00747233"/>
    <w:rsid w:val="00747869"/>
    <w:rsid w:val="00764451"/>
    <w:rsid w:val="007708A7"/>
    <w:rsid w:val="0077776C"/>
    <w:rsid w:val="00777E21"/>
    <w:rsid w:val="00786A1E"/>
    <w:rsid w:val="007972F8"/>
    <w:rsid w:val="007A5CFB"/>
    <w:rsid w:val="007A7D3E"/>
    <w:rsid w:val="007D60F1"/>
    <w:rsid w:val="007E08D6"/>
    <w:rsid w:val="007E160F"/>
    <w:rsid w:val="007E318B"/>
    <w:rsid w:val="007F0381"/>
    <w:rsid w:val="007F1E20"/>
    <w:rsid w:val="008030CB"/>
    <w:rsid w:val="00811118"/>
    <w:rsid w:val="00824680"/>
    <w:rsid w:val="00830844"/>
    <w:rsid w:val="00840ED1"/>
    <w:rsid w:val="008473D9"/>
    <w:rsid w:val="008500F4"/>
    <w:rsid w:val="008552DB"/>
    <w:rsid w:val="0086080F"/>
    <w:rsid w:val="00861F4D"/>
    <w:rsid w:val="008662B2"/>
    <w:rsid w:val="00875126"/>
    <w:rsid w:val="00882E08"/>
    <w:rsid w:val="00891717"/>
    <w:rsid w:val="008B5E5C"/>
    <w:rsid w:val="008C3E9E"/>
    <w:rsid w:val="008F1E5E"/>
    <w:rsid w:val="008F7F22"/>
    <w:rsid w:val="009121B9"/>
    <w:rsid w:val="00931A54"/>
    <w:rsid w:val="00937082"/>
    <w:rsid w:val="00952099"/>
    <w:rsid w:val="00961718"/>
    <w:rsid w:val="00962128"/>
    <w:rsid w:val="009736A7"/>
    <w:rsid w:val="00973B94"/>
    <w:rsid w:val="00973BA5"/>
    <w:rsid w:val="009771EE"/>
    <w:rsid w:val="00991894"/>
    <w:rsid w:val="009951FC"/>
    <w:rsid w:val="00996B16"/>
    <w:rsid w:val="0099756D"/>
    <w:rsid w:val="009B3039"/>
    <w:rsid w:val="009B3070"/>
    <w:rsid w:val="009C67D7"/>
    <w:rsid w:val="009D11A4"/>
    <w:rsid w:val="009D11DD"/>
    <w:rsid w:val="009D265F"/>
    <w:rsid w:val="009E5668"/>
    <w:rsid w:val="009F107C"/>
    <w:rsid w:val="00A01D85"/>
    <w:rsid w:val="00A02264"/>
    <w:rsid w:val="00A13D7D"/>
    <w:rsid w:val="00A14612"/>
    <w:rsid w:val="00A21475"/>
    <w:rsid w:val="00A2409B"/>
    <w:rsid w:val="00A41568"/>
    <w:rsid w:val="00A5165F"/>
    <w:rsid w:val="00A51CC0"/>
    <w:rsid w:val="00A5639E"/>
    <w:rsid w:val="00A56C8A"/>
    <w:rsid w:val="00A86049"/>
    <w:rsid w:val="00A92100"/>
    <w:rsid w:val="00A9316C"/>
    <w:rsid w:val="00A974CC"/>
    <w:rsid w:val="00AA0329"/>
    <w:rsid w:val="00AA2799"/>
    <w:rsid w:val="00AB156C"/>
    <w:rsid w:val="00AB5657"/>
    <w:rsid w:val="00AD7007"/>
    <w:rsid w:val="00AD721E"/>
    <w:rsid w:val="00AE125C"/>
    <w:rsid w:val="00AE578E"/>
    <w:rsid w:val="00AF5417"/>
    <w:rsid w:val="00AF7932"/>
    <w:rsid w:val="00B01865"/>
    <w:rsid w:val="00B02562"/>
    <w:rsid w:val="00B04F30"/>
    <w:rsid w:val="00B0764A"/>
    <w:rsid w:val="00B1236C"/>
    <w:rsid w:val="00B16DF1"/>
    <w:rsid w:val="00B211E8"/>
    <w:rsid w:val="00B40FE4"/>
    <w:rsid w:val="00B413B4"/>
    <w:rsid w:val="00B41AD9"/>
    <w:rsid w:val="00B502AF"/>
    <w:rsid w:val="00B55305"/>
    <w:rsid w:val="00B62B75"/>
    <w:rsid w:val="00B646B6"/>
    <w:rsid w:val="00B736CF"/>
    <w:rsid w:val="00B75AD4"/>
    <w:rsid w:val="00B83472"/>
    <w:rsid w:val="00B87193"/>
    <w:rsid w:val="00B934A2"/>
    <w:rsid w:val="00B961B2"/>
    <w:rsid w:val="00BA587D"/>
    <w:rsid w:val="00BA72BC"/>
    <w:rsid w:val="00BD7107"/>
    <w:rsid w:val="00BE4584"/>
    <w:rsid w:val="00BF0050"/>
    <w:rsid w:val="00BF2320"/>
    <w:rsid w:val="00BF700E"/>
    <w:rsid w:val="00BF70B4"/>
    <w:rsid w:val="00C04FCF"/>
    <w:rsid w:val="00C129CD"/>
    <w:rsid w:val="00C1631C"/>
    <w:rsid w:val="00C20AE0"/>
    <w:rsid w:val="00C42E02"/>
    <w:rsid w:val="00C43D34"/>
    <w:rsid w:val="00C46C47"/>
    <w:rsid w:val="00C545C7"/>
    <w:rsid w:val="00C616AC"/>
    <w:rsid w:val="00C72A9D"/>
    <w:rsid w:val="00C77EBD"/>
    <w:rsid w:val="00C81A54"/>
    <w:rsid w:val="00C83C4C"/>
    <w:rsid w:val="00C870DE"/>
    <w:rsid w:val="00CA3635"/>
    <w:rsid w:val="00CB2553"/>
    <w:rsid w:val="00CD0C46"/>
    <w:rsid w:val="00CE477E"/>
    <w:rsid w:val="00CE67F0"/>
    <w:rsid w:val="00CF1A40"/>
    <w:rsid w:val="00D00277"/>
    <w:rsid w:val="00D0113D"/>
    <w:rsid w:val="00D0397D"/>
    <w:rsid w:val="00D1072B"/>
    <w:rsid w:val="00D135DC"/>
    <w:rsid w:val="00D13E93"/>
    <w:rsid w:val="00D22000"/>
    <w:rsid w:val="00D326A6"/>
    <w:rsid w:val="00D34BC6"/>
    <w:rsid w:val="00D476B6"/>
    <w:rsid w:val="00D60DA5"/>
    <w:rsid w:val="00D659E1"/>
    <w:rsid w:val="00D66B01"/>
    <w:rsid w:val="00D67950"/>
    <w:rsid w:val="00D76A4C"/>
    <w:rsid w:val="00D77DCD"/>
    <w:rsid w:val="00D8258D"/>
    <w:rsid w:val="00DA4F23"/>
    <w:rsid w:val="00DA72C2"/>
    <w:rsid w:val="00DB39B9"/>
    <w:rsid w:val="00DB3A27"/>
    <w:rsid w:val="00DB758C"/>
    <w:rsid w:val="00DC5C17"/>
    <w:rsid w:val="00DD10D5"/>
    <w:rsid w:val="00DD3C92"/>
    <w:rsid w:val="00DE79AB"/>
    <w:rsid w:val="00DF472C"/>
    <w:rsid w:val="00E02542"/>
    <w:rsid w:val="00E06060"/>
    <w:rsid w:val="00E06F60"/>
    <w:rsid w:val="00E07D9D"/>
    <w:rsid w:val="00E1733E"/>
    <w:rsid w:val="00E27891"/>
    <w:rsid w:val="00E33700"/>
    <w:rsid w:val="00E352BF"/>
    <w:rsid w:val="00E42926"/>
    <w:rsid w:val="00E44768"/>
    <w:rsid w:val="00E44AB3"/>
    <w:rsid w:val="00E5480B"/>
    <w:rsid w:val="00E55CB1"/>
    <w:rsid w:val="00E62D67"/>
    <w:rsid w:val="00E6467B"/>
    <w:rsid w:val="00E715AB"/>
    <w:rsid w:val="00E72FDC"/>
    <w:rsid w:val="00E80AC3"/>
    <w:rsid w:val="00E87458"/>
    <w:rsid w:val="00E95FDD"/>
    <w:rsid w:val="00EA769C"/>
    <w:rsid w:val="00ED08AD"/>
    <w:rsid w:val="00ED12FE"/>
    <w:rsid w:val="00EE3903"/>
    <w:rsid w:val="00EE3E59"/>
    <w:rsid w:val="00EF35ED"/>
    <w:rsid w:val="00EF58BF"/>
    <w:rsid w:val="00F14C33"/>
    <w:rsid w:val="00F252D4"/>
    <w:rsid w:val="00F2665D"/>
    <w:rsid w:val="00F32F94"/>
    <w:rsid w:val="00F418B6"/>
    <w:rsid w:val="00F56C4C"/>
    <w:rsid w:val="00F6242C"/>
    <w:rsid w:val="00F74A28"/>
    <w:rsid w:val="00F81F3A"/>
    <w:rsid w:val="00F82E39"/>
    <w:rsid w:val="00F844AA"/>
    <w:rsid w:val="00F9581A"/>
    <w:rsid w:val="00F96A5B"/>
    <w:rsid w:val="00FB29F1"/>
    <w:rsid w:val="00FC7EF8"/>
    <w:rsid w:val="00FE167B"/>
    <w:rsid w:val="00FE1D49"/>
    <w:rsid w:val="00FE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CEC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1CEC"/>
    <w:pPr>
      <w:keepNext/>
      <w:widowControl/>
      <w:autoSpaceDE/>
      <w:autoSpaceDN/>
      <w:adjustRightInd/>
      <w:ind w:left="2832" w:firstLine="70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70CF2"/>
    <w:rPr>
      <w:rFonts w:ascii="Cambria" w:hAnsi="Cambria" w:cs="Cambria"/>
      <w:b/>
      <w:bCs/>
      <w:kern w:val="32"/>
      <w:sz w:val="32"/>
      <w:szCs w:val="32"/>
    </w:rPr>
  </w:style>
  <w:style w:type="paragraph" w:styleId="Title">
    <w:name w:val="Title"/>
    <w:basedOn w:val="Normal"/>
    <w:link w:val="TitleChar"/>
    <w:uiPriority w:val="99"/>
    <w:qFormat/>
    <w:rsid w:val="00091CEC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70CF2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091CEC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70CF2"/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091CEC"/>
    <w:pPr>
      <w:widowControl/>
      <w:autoSpaceDE/>
      <w:autoSpaceDN/>
      <w:adjustRightInd/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70CF2"/>
    <w:rPr>
      <w:sz w:val="20"/>
      <w:szCs w:val="20"/>
    </w:rPr>
  </w:style>
  <w:style w:type="paragraph" w:customStyle="1" w:styleId="1">
    <w:name w:val="Таблица 1. Название таблицы"/>
    <w:uiPriority w:val="99"/>
    <w:rsid w:val="00091CEC"/>
    <w:pPr>
      <w:keepNext/>
      <w:tabs>
        <w:tab w:val="num" w:pos="360"/>
      </w:tabs>
      <w:spacing w:before="120"/>
      <w:jc w:val="both"/>
    </w:pPr>
    <w:rPr>
      <w:rFonts w:ascii="Arial" w:hAnsi="Arial" w:cs="Arial"/>
      <w:b/>
      <w:bCs/>
      <w:spacing w:val="-8"/>
      <w:sz w:val="20"/>
      <w:szCs w:val="20"/>
    </w:rPr>
  </w:style>
  <w:style w:type="paragraph" w:customStyle="1" w:styleId="ConsNonformat">
    <w:name w:val="ConsNonformat"/>
    <w:uiPriority w:val="99"/>
    <w:rsid w:val="00091C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20738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370CF2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6D4F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Знак Знак Знак"/>
    <w:basedOn w:val="Normal"/>
    <w:uiPriority w:val="99"/>
    <w:rsid w:val="006D4FC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uiPriority w:val="99"/>
    <w:rsid w:val="00786A1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457F9F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70CF2"/>
    <w:rPr>
      <w:sz w:val="2"/>
      <w:szCs w:val="2"/>
    </w:rPr>
  </w:style>
  <w:style w:type="paragraph" w:customStyle="1" w:styleId="a0">
    <w:name w:val="Знак Знак Знак Знак"/>
    <w:basedOn w:val="Normal"/>
    <w:uiPriority w:val="99"/>
    <w:rsid w:val="00111B9B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259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0CF2"/>
    <w:rPr>
      <w:sz w:val="2"/>
      <w:szCs w:val="2"/>
    </w:rPr>
  </w:style>
  <w:style w:type="table" w:styleId="TableGrid">
    <w:name w:val="Table Grid"/>
    <w:basedOn w:val="TableNormal"/>
    <w:uiPriority w:val="99"/>
    <w:rsid w:val="008C3E9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Знак"/>
    <w:basedOn w:val="Normal"/>
    <w:uiPriority w:val="99"/>
    <w:rsid w:val="008C3E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Normal"/>
    <w:uiPriority w:val="99"/>
    <w:rsid w:val="008B5E5C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547739"/>
    <w:rPr>
      <w:sz w:val="27"/>
      <w:szCs w:val="27"/>
      <w:shd w:val="clear" w:color="auto" w:fill="FFFFFF"/>
    </w:rPr>
  </w:style>
  <w:style w:type="paragraph" w:customStyle="1" w:styleId="Bodytext1">
    <w:name w:val="Body text"/>
    <w:basedOn w:val="Normal"/>
    <w:link w:val="Bodytext0"/>
    <w:uiPriority w:val="99"/>
    <w:rsid w:val="00547739"/>
    <w:pPr>
      <w:widowControl/>
      <w:shd w:val="clear" w:color="auto" w:fill="FFFFFF"/>
      <w:autoSpaceDE/>
      <w:autoSpaceDN/>
      <w:adjustRightInd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ConsPlusTitle">
    <w:name w:val="ConsPlusTitle"/>
    <w:uiPriority w:val="99"/>
    <w:rsid w:val="00A9210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11">
    <w:name w:val="Без интервала1"/>
    <w:link w:val="NoSpacingChar"/>
    <w:uiPriority w:val="99"/>
    <w:rsid w:val="001A04C9"/>
    <w:rPr>
      <w:rFonts w:ascii="Calibri" w:hAnsi="Calibri" w:cs="Calibri"/>
    </w:rPr>
  </w:style>
  <w:style w:type="character" w:customStyle="1" w:styleId="NoSpacingChar">
    <w:name w:val="No Spacing Char"/>
    <w:basedOn w:val="DefaultParagraphFont"/>
    <w:link w:val="11"/>
    <w:uiPriority w:val="99"/>
    <w:locked/>
    <w:rsid w:val="001A04C9"/>
    <w:rPr>
      <w:rFonts w:ascii="Calibri" w:hAnsi="Calibri" w:cs="Calibri"/>
      <w:sz w:val="22"/>
      <w:szCs w:val="22"/>
      <w:lang w:val="ru-RU"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B1236C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99"/>
    <w:locked/>
    <w:rsid w:val="00B1236C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86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2</Pages>
  <Words>582</Words>
  <Characters>3320</Characters>
  <Application>Microsoft Office Outlook</Application>
  <DocSecurity>0</DocSecurity>
  <Lines>0</Lines>
  <Paragraphs>0</Paragraphs>
  <ScaleCrop>false</ScaleCrop>
  <Company>Dnsoft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Goruno</dc:creator>
  <cp:keywords/>
  <dc:description/>
  <cp:lastModifiedBy>Финуправление</cp:lastModifiedBy>
  <cp:revision>21</cp:revision>
  <cp:lastPrinted>2013-11-14T02:41:00Z</cp:lastPrinted>
  <dcterms:created xsi:type="dcterms:W3CDTF">2013-09-17T08:36:00Z</dcterms:created>
  <dcterms:modified xsi:type="dcterms:W3CDTF">2013-11-15T01:55:00Z</dcterms:modified>
</cp:coreProperties>
</file>